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98B57" w14:textId="77777777" w:rsidR="00484682" w:rsidRDefault="00AC0DEA">
      <w:r>
        <w:rPr>
          <w:noProof/>
        </w:rPr>
        <w:object w:dxaOrig="1440" w:dyaOrig="1440" w14:anchorId="60EC17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0.7pt;margin-top:-49.3pt;width:75.6pt;height:249.6pt;z-index:251656704;mso-wrap-distance-left:9.05pt;mso-wrap-distance-right:9.05pt;mso-position-horizontal:absolute;mso-position-horizontal-relative:text;mso-position-vertical:absolute;mso-position-vertical-relative:text" o:allowincell="f" filled="t">
            <v:fill color2="black"/>
            <v:imagedata r:id="rId7" o:title=""/>
          </v:shape>
          <o:OLEObject Type="Embed" ProgID="PBrush" ShapeID="_x0000_s1027" DrawAspect="Content" ObjectID="_1812286307" r:id="rId8"/>
        </w:object>
      </w:r>
    </w:p>
    <w:p w14:paraId="68436331" w14:textId="77777777" w:rsidR="00484682" w:rsidRDefault="00484682"/>
    <w:p w14:paraId="7C413FCA" w14:textId="77777777" w:rsidR="00484682" w:rsidRDefault="00484682"/>
    <w:p w14:paraId="6E392549" w14:textId="77777777" w:rsidR="00484682" w:rsidRDefault="00484682"/>
    <w:p w14:paraId="215859EE" w14:textId="77777777" w:rsidR="00484682" w:rsidRDefault="00484682"/>
    <w:p w14:paraId="557ED567" w14:textId="77777777" w:rsidR="00484682" w:rsidRDefault="00484682"/>
    <w:p w14:paraId="7DCDB75E" w14:textId="77777777" w:rsidR="00484682" w:rsidRDefault="00484682"/>
    <w:p w14:paraId="58008104" w14:textId="77777777" w:rsidR="00484682" w:rsidRDefault="00484682"/>
    <w:p w14:paraId="266257A3" w14:textId="77777777" w:rsidR="00484682" w:rsidRDefault="00484682"/>
    <w:p w14:paraId="25C8D23F" w14:textId="77777777" w:rsidR="00484682" w:rsidRDefault="00484682"/>
    <w:p w14:paraId="2436800C" w14:textId="77777777" w:rsidR="00484682" w:rsidRDefault="00484682"/>
    <w:p w14:paraId="59DB18EF" w14:textId="77777777" w:rsidR="00484682" w:rsidRDefault="00484682"/>
    <w:p w14:paraId="45587B17" w14:textId="77777777" w:rsidR="00484682" w:rsidRDefault="00484682"/>
    <w:p w14:paraId="6E76FB44" w14:textId="77777777" w:rsidR="00484682" w:rsidRDefault="00484682"/>
    <w:p w14:paraId="65925EB4" w14:textId="77777777" w:rsidR="00484682" w:rsidRDefault="00484682"/>
    <w:p w14:paraId="3B481B19" w14:textId="77777777" w:rsidR="00484682" w:rsidRDefault="00484682"/>
    <w:p w14:paraId="584463A6" w14:textId="77777777" w:rsidR="00484682" w:rsidRDefault="00484682"/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"/>
        <w:gridCol w:w="210"/>
        <w:gridCol w:w="194"/>
      </w:tblGrid>
      <w:tr w:rsidR="00484682" w:rsidRPr="003979D1" w14:paraId="4FAD2656" w14:textId="77777777">
        <w:trPr>
          <w:cantSplit/>
          <w:trHeight w:val="4680"/>
          <w:jc w:val="right"/>
        </w:trPr>
        <w:tc>
          <w:tcPr>
            <w:tcW w:w="178" w:type="dxa"/>
            <w:tcBorders>
              <w:top w:val="single" w:sz="4" w:space="0" w:color="808080"/>
            </w:tcBorders>
            <w:textDirection w:val="btLr"/>
          </w:tcPr>
          <w:p w14:paraId="52AFC1C7" w14:textId="77777777" w:rsidR="00484682" w:rsidRPr="003979D1" w:rsidRDefault="0047213B">
            <w:pPr>
              <w:pStyle w:val="Titre11"/>
              <w:tabs>
                <w:tab w:val="left" w:pos="0"/>
              </w:tabs>
              <w:autoSpaceDE w:val="0"/>
              <w:snapToGrid w:val="0"/>
              <w:ind w:left="113" w:right="113"/>
              <w:jc w:val="right"/>
              <w:rPr>
                <w:rFonts w:ascii="Fedra Sans Std Demi" w:hAnsi="Fedra Sans Std Demi"/>
                <w:color w:val="808080"/>
                <w:sz w:val="14"/>
              </w:rPr>
            </w:pPr>
            <w:r w:rsidRPr="003979D1">
              <w:rPr>
                <w:rFonts w:ascii="Fedra Sans Std Demi" w:hAnsi="Fedra Sans Std Demi"/>
                <w:color w:val="808080"/>
                <w:sz w:val="14"/>
              </w:rPr>
              <w:t>7300 Fontainebleau</w:t>
            </w:r>
          </w:p>
        </w:tc>
        <w:tc>
          <w:tcPr>
            <w:tcW w:w="210" w:type="dxa"/>
            <w:tcBorders>
              <w:top w:val="single" w:sz="4" w:space="0" w:color="808080"/>
            </w:tcBorders>
            <w:textDirection w:val="btLr"/>
          </w:tcPr>
          <w:p w14:paraId="3BA9CD67" w14:textId="77777777" w:rsidR="00484682" w:rsidRPr="003979D1" w:rsidRDefault="0047213B">
            <w:pPr>
              <w:pStyle w:val="Titre11"/>
              <w:tabs>
                <w:tab w:val="left" w:pos="0"/>
              </w:tabs>
              <w:autoSpaceDE w:val="0"/>
              <w:snapToGrid w:val="0"/>
              <w:ind w:left="113" w:right="113"/>
              <w:jc w:val="right"/>
              <w:rPr>
                <w:rFonts w:ascii="Fedra Sans Std Demi" w:hAnsi="Fedra Sans Std Demi"/>
                <w:color w:val="808080"/>
                <w:sz w:val="14"/>
              </w:rPr>
            </w:pPr>
            <w:r w:rsidRPr="003979D1">
              <w:rPr>
                <w:rFonts w:ascii="Fedra Sans Std Demi" w:hAnsi="Fedra Sans Std Demi"/>
                <w:color w:val="808080"/>
                <w:sz w:val="14"/>
              </w:rPr>
              <w:t>tél. 01 60 71 50 70 | fax 01 60 71 50 71</w:t>
            </w:r>
          </w:p>
        </w:tc>
        <w:tc>
          <w:tcPr>
            <w:tcW w:w="194" w:type="dxa"/>
            <w:tcBorders>
              <w:top w:val="single" w:sz="4" w:space="0" w:color="808080"/>
            </w:tcBorders>
            <w:textDirection w:val="btLr"/>
          </w:tcPr>
          <w:p w14:paraId="7C39C7A6" w14:textId="77777777" w:rsidR="00484682" w:rsidRPr="003979D1" w:rsidRDefault="0047213B">
            <w:pPr>
              <w:pStyle w:val="Titre11"/>
              <w:tabs>
                <w:tab w:val="left" w:pos="0"/>
              </w:tabs>
              <w:autoSpaceDE w:val="0"/>
              <w:snapToGrid w:val="0"/>
              <w:ind w:left="113" w:right="113"/>
              <w:jc w:val="right"/>
              <w:rPr>
                <w:rFonts w:ascii="Fedra Sans Std Demi" w:hAnsi="Fedra Sans Std Demi"/>
                <w:color w:val="808080"/>
                <w:sz w:val="14"/>
              </w:rPr>
            </w:pPr>
            <w:r w:rsidRPr="003979D1">
              <w:rPr>
                <w:rFonts w:ascii="Fedra Sans Std Demi" w:hAnsi="Fedra Sans Std Demi"/>
                <w:color w:val="808080"/>
                <w:sz w:val="14"/>
              </w:rPr>
              <w:t>www.Chateaudefontainebleau.fr</w:t>
            </w:r>
          </w:p>
        </w:tc>
      </w:tr>
    </w:tbl>
    <w:p w14:paraId="40A494F9" w14:textId="77777777" w:rsidR="00393418" w:rsidRPr="00393418" w:rsidRDefault="0047213B" w:rsidP="005C4FBA">
      <w:pPr>
        <w:spacing w:before="120" w:after="840"/>
        <w:jc w:val="center"/>
        <w:rPr>
          <w:rFonts w:ascii="Fedra Sans Std Demi" w:hAnsi="Fedra Sans Std Demi"/>
          <w:b/>
          <w:sz w:val="40"/>
          <w:szCs w:val="40"/>
        </w:rPr>
      </w:pPr>
      <w:r>
        <w:br w:type="column"/>
      </w:r>
      <w:r w:rsidR="00393418" w:rsidRPr="00393418">
        <w:rPr>
          <w:b/>
          <w:sz w:val="40"/>
          <w:szCs w:val="40"/>
        </w:rPr>
        <w:t>AUTORISATION DE STATIONNEMENT DANS LES COURS ET JARDINS</w:t>
      </w:r>
    </w:p>
    <w:tbl>
      <w:tblPr>
        <w:tblStyle w:val="Grilledutableau"/>
        <w:tblW w:w="8617" w:type="dxa"/>
        <w:tblInd w:w="284" w:type="dxa"/>
        <w:tblLook w:val="04A0" w:firstRow="1" w:lastRow="0" w:firstColumn="1" w:lastColumn="0" w:noHBand="0" w:noVBand="1"/>
      </w:tblPr>
      <w:tblGrid>
        <w:gridCol w:w="3825"/>
        <w:gridCol w:w="4792"/>
      </w:tblGrid>
      <w:tr w:rsidR="00393418" w14:paraId="77B4B5C6" w14:textId="77777777" w:rsidTr="005C4FBA">
        <w:tc>
          <w:tcPr>
            <w:tcW w:w="3825" w:type="dxa"/>
          </w:tcPr>
          <w:p w14:paraId="04F3E53C" w14:textId="77777777" w:rsidR="00393418" w:rsidRPr="005C4FBA" w:rsidRDefault="00393418" w:rsidP="00393418">
            <w:pPr>
              <w:jc w:val="center"/>
              <w:rPr>
                <w:rFonts w:ascii="Fedra Sans Std Demi" w:hAnsi="Fedra Sans Std Demi"/>
                <w:sz w:val="28"/>
                <w:szCs w:val="28"/>
              </w:rPr>
            </w:pPr>
            <w:r w:rsidRPr="005C4FBA">
              <w:rPr>
                <w:rFonts w:ascii="Fedra Sans Std Demi" w:hAnsi="Fedra Sans Std Demi"/>
                <w:sz w:val="28"/>
                <w:szCs w:val="28"/>
              </w:rPr>
              <w:t>NOM DE L’ENTREPRISE</w:t>
            </w:r>
          </w:p>
        </w:tc>
        <w:tc>
          <w:tcPr>
            <w:tcW w:w="4792" w:type="dxa"/>
          </w:tcPr>
          <w:p w14:paraId="1BADDAEF" w14:textId="77777777" w:rsidR="00393418" w:rsidRPr="005C4FBA" w:rsidRDefault="00393418" w:rsidP="00393418">
            <w:pPr>
              <w:jc w:val="center"/>
              <w:rPr>
                <w:rFonts w:ascii="Fedra Sans Std Demi" w:hAnsi="Fedra Sans Std Demi"/>
                <w:sz w:val="28"/>
                <w:szCs w:val="28"/>
              </w:rPr>
            </w:pPr>
            <w:r w:rsidRPr="005C4FBA">
              <w:rPr>
                <w:rFonts w:ascii="Fedra Sans Std Demi" w:hAnsi="Fedra Sans Std Demi"/>
                <w:sz w:val="28"/>
                <w:szCs w:val="28"/>
              </w:rPr>
              <w:t>NOM DU CONDUCTEUR</w:t>
            </w:r>
          </w:p>
        </w:tc>
      </w:tr>
      <w:tr w:rsidR="00393418" w14:paraId="2184A18F" w14:textId="77777777" w:rsidTr="005C4FBA">
        <w:trPr>
          <w:trHeight w:val="1134"/>
        </w:trPr>
        <w:tc>
          <w:tcPr>
            <w:tcW w:w="3825" w:type="dxa"/>
          </w:tcPr>
          <w:p w14:paraId="6AAE5A8C" w14:textId="5E824CCE" w:rsidR="00D15756" w:rsidRPr="005C4FBA" w:rsidRDefault="00D15756" w:rsidP="00D15756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</w:tc>
        <w:tc>
          <w:tcPr>
            <w:tcW w:w="4792" w:type="dxa"/>
          </w:tcPr>
          <w:p w14:paraId="3DD4A32C" w14:textId="47C95B45" w:rsidR="00393418" w:rsidRPr="005C4FBA" w:rsidRDefault="00393418" w:rsidP="00393418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</w:tc>
      </w:tr>
      <w:tr w:rsidR="005C4FBA" w14:paraId="6BA7FC0D" w14:textId="77777777" w:rsidTr="005C4FBA">
        <w:trPr>
          <w:trHeight w:val="382"/>
        </w:trPr>
        <w:tc>
          <w:tcPr>
            <w:tcW w:w="3825" w:type="dxa"/>
          </w:tcPr>
          <w:p w14:paraId="7836A4DE" w14:textId="77777777" w:rsidR="005C4FBA" w:rsidRPr="005C4FBA" w:rsidRDefault="005C4FBA" w:rsidP="00393418">
            <w:pPr>
              <w:jc w:val="center"/>
              <w:rPr>
                <w:rFonts w:ascii="Fedra Sans Std Demi" w:hAnsi="Fedra Sans Std Demi"/>
                <w:sz w:val="28"/>
                <w:szCs w:val="28"/>
              </w:rPr>
            </w:pPr>
            <w:r w:rsidRPr="005C4FBA">
              <w:rPr>
                <w:rFonts w:ascii="Fedra Sans Std Demi" w:hAnsi="Fedra Sans Std Demi"/>
                <w:sz w:val="28"/>
                <w:szCs w:val="28"/>
              </w:rPr>
              <w:t>MODEL VEHICULE</w:t>
            </w:r>
          </w:p>
        </w:tc>
        <w:tc>
          <w:tcPr>
            <w:tcW w:w="4792" w:type="dxa"/>
          </w:tcPr>
          <w:p w14:paraId="635FC225" w14:textId="77777777" w:rsidR="005C4FBA" w:rsidRPr="005C4FBA" w:rsidRDefault="005C4FBA" w:rsidP="00393418">
            <w:pPr>
              <w:jc w:val="center"/>
              <w:rPr>
                <w:rFonts w:ascii="Fedra Sans Std Demi" w:hAnsi="Fedra Sans Std Demi"/>
                <w:sz w:val="28"/>
                <w:szCs w:val="28"/>
              </w:rPr>
            </w:pPr>
            <w:r w:rsidRPr="005C4FBA">
              <w:rPr>
                <w:rFonts w:ascii="Fedra Sans Std Demi" w:hAnsi="Fedra Sans Std Demi"/>
                <w:sz w:val="28"/>
                <w:szCs w:val="28"/>
              </w:rPr>
              <w:t>N°IMMATRICULATION</w:t>
            </w:r>
          </w:p>
        </w:tc>
      </w:tr>
      <w:tr w:rsidR="005C4FBA" w14:paraId="71BAE59B" w14:textId="77777777" w:rsidTr="005C4FBA">
        <w:trPr>
          <w:trHeight w:val="1134"/>
        </w:trPr>
        <w:tc>
          <w:tcPr>
            <w:tcW w:w="3825" w:type="dxa"/>
          </w:tcPr>
          <w:p w14:paraId="267D6D2B" w14:textId="12BF3724" w:rsidR="005C4FBA" w:rsidRPr="005C4FBA" w:rsidRDefault="005C4FBA" w:rsidP="00393418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</w:tc>
        <w:tc>
          <w:tcPr>
            <w:tcW w:w="4792" w:type="dxa"/>
          </w:tcPr>
          <w:p w14:paraId="34D1DA92" w14:textId="4CB32815" w:rsidR="005C4FBA" w:rsidRPr="005C4FBA" w:rsidRDefault="005C4FBA" w:rsidP="00393418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</w:tc>
      </w:tr>
      <w:tr w:rsidR="00393418" w14:paraId="216F2033" w14:textId="77777777" w:rsidTr="005C4FBA">
        <w:tc>
          <w:tcPr>
            <w:tcW w:w="3825" w:type="dxa"/>
          </w:tcPr>
          <w:p w14:paraId="2A0771F5" w14:textId="77777777" w:rsidR="00393418" w:rsidRPr="005C4FBA" w:rsidRDefault="00393418" w:rsidP="00393418">
            <w:pPr>
              <w:jc w:val="center"/>
              <w:rPr>
                <w:rFonts w:ascii="Fedra Sans Std Demi" w:hAnsi="Fedra Sans Std Demi"/>
                <w:sz w:val="28"/>
                <w:szCs w:val="28"/>
              </w:rPr>
            </w:pPr>
            <w:r w:rsidRPr="005C4FBA">
              <w:rPr>
                <w:rFonts w:ascii="Fedra Sans Std Demi" w:hAnsi="Fedra Sans Std Demi"/>
                <w:sz w:val="28"/>
                <w:szCs w:val="28"/>
              </w:rPr>
              <w:t>NOM DU CHANTIER</w:t>
            </w:r>
          </w:p>
        </w:tc>
        <w:tc>
          <w:tcPr>
            <w:tcW w:w="4792" w:type="dxa"/>
          </w:tcPr>
          <w:p w14:paraId="7AAB8736" w14:textId="77777777" w:rsidR="00393418" w:rsidRPr="005C4FBA" w:rsidRDefault="00393418" w:rsidP="00393418">
            <w:pPr>
              <w:jc w:val="center"/>
              <w:rPr>
                <w:rFonts w:ascii="Fedra Sans Std Demi" w:hAnsi="Fedra Sans Std Demi"/>
                <w:sz w:val="28"/>
                <w:szCs w:val="28"/>
              </w:rPr>
            </w:pPr>
            <w:r w:rsidRPr="005C4FBA">
              <w:rPr>
                <w:rFonts w:ascii="Fedra Sans Std Demi" w:hAnsi="Fedra Sans Std Demi"/>
                <w:sz w:val="28"/>
                <w:szCs w:val="28"/>
              </w:rPr>
              <w:t>EMPLACEMENT</w:t>
            </w:r>
          </w:p>
        </w:tc>
      </w:tr>
      <w:tr w:rsidR="00393418" w14:paraId="6834029A" w14:textId="77777777" w:rsidTr="005C4FBA">
        <w:trPr>
          <w:trHeight w:val="1134"/>
        </w:trPr>
        <w:tc>
          <w:tcPr>
            <w:tcW w:w="3825" w:type="dxa"/>
          </w:tcPr>
          <w:p w14:paraId="39586EAF" w14:textId="77777777" w:rsidR="009B5793" w:rsidRDefault="009B5793" w:rsidP="00393418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  <w:p w14:paraId="3F33087D" w14:textId="631EFEB0" w:rsidR="00393418" w:rsidRPr="005C4FBA" w:rsidRDefault="00AC0DEA" w:rsidP="00393418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  <w:r>
              <w:rPr>
                <w:rFonts w:ascii="Fedra Sans Std Demi" w:hAnsi="Fedra Sans Std Demi"/>
                <w:sz w:val="24"/>
                <w:szCs w:val="24"/>
              </w:rPr>
              <w:t xml:space="preserve">Couvertures de l’aile des Ministres </w:t>
            </w:r>
            <w:r w:rsidR="0015019A">
              <w:rPr>
                <w:rFonts w:ascii="Fedra Sans Std Demi" w:hAnsi="Fedra Sans Std Demi"/>
                <w:sz w:val="24"/>
                <w:szCs w:val="24"/>
              </w:rPr>
              <w:t xml:space="preserve"> </w:t>
            </w:r>
            <w:r w:rsidR="009B5793">
              <w:rPr>
                <w:rFonts w:ascii="Fedra Sans Std Demi" w:hAnsi="Fedra Sans Std Demi"/>
                <w:sz w:val="24"/>
                <w:szCs w:val="24"/>
              </w:rPr>
              <w:t xml:space="preserve"> </w:t>
            </w:r>
          </w:p>
        </w:tc>
        <w:tc>
          <w:tcPr>
            <w:tcW w:w="4792" w:type="dxa"/>
          </w:tcPr>
          <w:p w14:paraId="5FB96E12" w14:textId="77777777" w:rsidR="0023684B" w:rsidRDefault="0023684B" w:rsidP="009B5793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  <w:p w14:paraId="23D97396" w14:textId="371D998D" w:rsidR="00D15756" w:rsidRPr="005C4FBA" w:rsidRDefault="00D15756" w:rsidP="0015019A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</w:tc>
      </w:tr>
      <w:tr w:rsidR="00393418" w14:paraId="573BC959" w14:textId="77777777" w:rsidTr="005C4FBA">
        <w:tc>
          <w:tcPr>
            <w:tcW w:w="3825" w:type="dxa"/>
          </w:tcPr>
          <w:p w14:paraId="2E54C83B" w14:textId="77777777" w:rsidR="00393418" w:rsidRPr="005C4FBA" w:rsidRDefault="00393418" w:rsidP="00393418">
            <w:pPr>
              <w:jc w:val="center"/>
              <w:rPr>
                <w:rFonts w:ascii="Fedra Sans Std Demi" w:hAnsi="Fedra Sans Std Demi"/>
                <w:sz w:val="28"/>
                <w:szCs w:val="28"/>
              </w:rPr>
            </w:pPr>
            <w:r w:rsidRPr="005C4FBA">
              <w:rPr>
                <w:rFonts w:ascii="Fedra Sans Std Demi" w:hAnsi="Fedra Sans Std Demi"/>
                <w:sz w:val="28"/>
                <w:szCs w:val="28"/>
              </w:rPr>
              <w:t>DATE DE DEBUT</w:t>
            </w:r>
          </w:p>
        </w:tc>
        <w:tc>
          <w:tcPr>
            <w:tcW w:w="4792" w:type="dxa"/>
          </w:tcPr>
          <w:p w14:paraId="059243B2" w14:textId="77777777" w:rsidR="00393418" w:rsidRPr="005C4FBA" w:rsidRDefault="00393418" w:rsidP="00393418">
            <w:pPr>
              <w:jc w:val="center"/>
              <w:rPr>
                <w:rFonts w:ascii="Fedra Sans Std Demi" w:hAnsi="Fedra Sans Std Demi"/>
                <w:sz w:val="28"/>
                <w:szCs w:val="28"/>
              </w:rPr>
            </w:pPr>
            <w:r w:rsidRPr="005C4FBA">
              <w:rPr>
                <w:rFonts w:ascii="Fedra Sans Std Demi" w:hAnsi="Fedra Sans Std Demi"/>
                <w:sz w:val="28"/>
                <w:szCs w:val="28"/>
              </w:rPr>
              <w:t>DATE DE FIN</w:t>
            </w:r>
          </w:p>
        </w:tc>
      </w:tr>
      <w:tr w:rsidR="00393418" w14:paraId="75881093" w14:textId="77777777" w:rsidTr="005C4FBA">
        <w:trPr>
          <w:trHeight w:val="1134"/>
        </w:trPr>
        <w:tc>
          <w:tcPr>
            <w:tcW w:w="3825" w:type="dxa"/>
          </w:tcPr>
          <w:p w14:paraId="7E88A2DF" w14:textId="77777777" w:rsidR="0023684B" w:rsidRDefault="0023684B" w:rsidP="00393418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  <w:p w14:paraId="2BA83253" w14:textId="05989A7B" w:rsidR="00D15756" w:rsidRPr="005C4FBA" w:rsidRDefault="00D15756" w:rsidP="00065D2C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</w:tc>
        <w:tc>
          <w:tcPr>
            <w:tcW w:w="4792" w:type="dxa"/>
          </w:tcPr>
          <w:p w14:paraId="4E19971D" w14:textId="77777777" w:rsidR="00065D2C" w:rsidRDefault="00065D2C" w:rsidP="00065D2C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  <w:p w14:paraId="6E9F6F91" w14:textId="4A6B1582" w:rsidR="00D15756" w:rsidRPr="005C4FBA" w:rsidRDefault="00D15756" w:rsidP="00065D2C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</w:tc>
      </w:tr>
      <w:tr w:rsidR="006915A2" w14:paraId="51AF538B" w14:textId="77777777" w:rsidTr="005C4FBA">
        <w:tc>
          <w:tcPr>
            <w:tcW w:w="8617" w:type="dxa"/>
            <w:gridSpan w:val="2"/>
          </w:tcPr>
          <w:p w14:paraId="7FF0BDD3" w14:textId="77777777" w:rsidR="006915A2" w:rsidRPr="00393418" w:rsidRDefault="006915A2" w:rsidP="006915A2">
            <w:pPr>
              <w:jc w:val="center"/>
              <w:rPr>
                <w:rFonts w:ascii="Fedra Sans Std Demi" w:hAnsi="Fedra Sans Std Demi"/>
                <w:sz w:val="32"/>
                <w:szCs w:val="32"/>
              </w:rPr>
            </w:pPr>
            <w:r w:rsidRPr="005C4FBA">
              <w:rPr>
                <w:rFonts w:ascii="Fedra Sans Std Demi" w:hAnsi="Fedra Sans Std Demi"/>
                <w:sz w:val="28"/>
                <w:szCs w:val="28"/>
              </w:rPr>
              <w:t>NATURE DE LA DEMANDE.</w:t>
            </w:r>
            <w:r w:rsidRPr="005C4FBA">
              <w:rPr>
                <w:rFonts w:ascii="Fedra Sans Std Demi" w:hAnsi="Fedra Sans Std Demi"/>
                <w:sz w:val="28"/>
                <w:szCs w:val="28"/>
              </w:rPr>
              <w:br/>
            </w:r>
            <w:r w:rsidRPr="006915A2">
              <w:rPr>
                <w:rFonts w:ascii="Fedra Sans Std Demi" w:hAnsi="Fedra Sans Std Demi"/>
                <w:sz w:val="22"/>
                <w:szCs w:val="22"/>
              </w:rPr>
              <w:t>(Raisons pour lesquelles il est nécessaire de stationner dans les cours.)</w:t>
            </w:r>
          </w:p>
        </w:tc>
      </w:tr>
      <w:tr w:rsidR="006915A2" w14:paraId="76D10DA2" w14:textId="77777777" w:rsidTr="005C4FBA">
        <w:trPr>
          <w:trHeight w:val="1985"/>
        </w:trPr>
        <w:tc>
          <w:tcPr>
            <w:tcW w:w="8617" w:type="dxa"/>
            <w:gridSpan w:val="2"/>
          </w:tcPr>
          <w:p w14:paraId="5F960A23" w14:textId="77777777" w:rsidR="00BA1800" w:rsidRDefault="00BA1800" w:rsidP="00393418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  <w:p w14:paraId="6AED0ECE" w14:textId="77777777" w:rsidR="0023684B" w:rsidRDefault="0023684B" w:rsidP="00393418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  <w:p w14:paraId="4E24DA21" w14:textId="0924F83E" w:rsidR="0023684B" w:rsidRPr="005C4FBA" w:rsidRDefault="0023684B" w:rsidP="00393418">
            <w:pPr>
              <w:jc w:val="center"/>
              <w:rPr>
                <w:rFonts w:ascii="Fedra Sans Std Demi" w:hAnsi="Fedra Sans Std Demi"/>
                <w:sz w:val="24"/>
                <w:szCs w:val="24"/>
              </w:rPr>
            </w:pPr>
          </w:p>
        </w:tc>
      </w:tr>
    </w:tbl>
    <w:p w14:paraId="4D050466" w14:textId="77777777" w:rsidR="00484682" w:rsidRPr="00ED3C17" w:rsidRDefault="00484682">
      <w:pPr>
        <w:jc w:val="both"/>
        <w:rPr>
          <w:rFonts w:ascii="Fedra Sans Std Demi" w:hAnsi="Fedra Sans Std Demi"/>
          <w:sz w:val="18"/>
          <w:szCs w:val="18"/>
        </w:rPr>
      </w:pPr>
    </w:p>
    <w:p w14:paraId="5486A355" w14:textId="77777777" w:rsidR="00484682" w:rsidRPr="00ED3C17" w:rsidRDefault="00484682">
      <w:pPr>
        <w:jc w:val="both"/>
        <w:rPr>
          <w:rFonts w:ascii="Fedra Sans Std Demi" w:hAnsi="Fedra Sans Std Demi"/>
          <w:sz w:val="18"/>
          <w:szCs w:val="18"/>
        </w:rPr>
        <w:sectPr w:rsidR="00484682" w:rsidRPr="00ED3C17">
          <w:footerReference w:type="default" r:id="rId9"/>
          <w:type w:val="continuous"/>
          <w:pgSz w:w="11906" w:h="16838"/>
          <w:pgMar w:top="1418" w:right="1418" w:bottom="1418" w:left="1134" w:header="720" w:footer="720" w:gutter="0"/>
          <w:cols w:num="2" w:space="284" w:equalWidth="0">
            <w:col w:w="851" w:space="284"/>
            <w:col w:w="8219"/>
          </w:cols>
        </w:sectPr>
      </w:pPr>
    </w:p>
    <w:p w14:paraId="4C34CB65" w14:textId="77777777" w:rsidR="00484682" w:rsidRDefault="00A71014" w:rsidP="00A71014">
      <w:pPr>
        <w:pStyle w:val="Normalcentr"/>
        <w:ind w:left="5387" w:right="-113"/>
        <w:rPr>
          <w:rFonts w:ascii="Fedra Sans Std Demi" w:hAnsi="Fedra Sans Std Demi"/>
          <w:sz w:val="18"/>
          <w:szCs w:val="18"/>
        </w:rPr>
      </w:pPr>
      <w:r w:rsidRPr="00741817">
        <w:rPr>
          <w:rFonts w:ascii="Fedra Sans Std Demi" w:hAnsi="Fedra Sans Std Demi"/>
          <w:sz w:val="18"/>
          <w:szCs w:val="18"/>
        </w:rPr>
        <w:t>Xavier COLIN</w:t>
      </w:r>
      <w:r w:rsidRPr="00741817">
        <w:rPr>
          <w:rFonts w:ascii="Fedra Sans Std Demi" w:hAnsi="Fedra Sans Std Demi"/>
          <w:sz w:val="18"/>
          <w:szCs w:val="18"/>
        </w:rPr>
        <w:br/>
      </w:r>
      <w:r>
        <w:rPr>
          <w:rFonts w:ascii="Fedra Sans Std Demi" w:hAnsi="Fedra Sans Std Demi"/>
          <w:sz w:val="18"/>
          <w:szCs w:val="18"/>
        </w:rPr>
        <w:t>Direction des Bâtiments et des Jardins.</w:t>
      </w:r>
      <w:r>
        <w:rPr>
          <w:rFonts w:ascii="Fedra Sans Std Demi" w:hAnsi="Fedra Sans Std Demi"/>
          <w:sz w:val="18"/>
          <w:szCs w:val="18"/>
        </w:rPr>
        <w:br/>
      </w:r>
      <w:r w:rsidRPr="00741817">
        <w:rPr>
          <w:rFonts w:ascii="Fedra Sans Std Demi" w:hAnsi="Fedra Sans Std Demi"/>
          <w:sz w:val="18"/>
          <w:szCs w:val="18"/>
        </w:rPr>
        <w:t xml:space="preserve">Chef du service </w:t>
      </w:r>
      <w:r>
        <w:rPr>
          <w:rFonts w:ascii="Fedra Sans Std Demi" w:hAnsi="Fedra Sans Std Demi"/>
          <w:sz w:val="18"/>
          <w:szCs w:val="18"/>
        </w:rPr>
        <w:t>de sécurité et de sûreté</w:t>
      </w:r>
      <w:r w:rsidRPr="00741817">
        <w:rPr>
          <w:rFonts w:ascii="Fedra Sans Std Demi" w:hAnsi="Fedra Sans Std Demi"/>
          <w:sz w:val="18"/>
          <w:szCs w:val="18"/>
        </w:rPr>
        <w:t>.</w:t>
      </w:r>
    </w:p>
    <w:p w14:paraId="206BC187" w14:textId="77777777" w:rsidR="00985CB9" w:rsidRDefault="00985CB9" w:rsidP="00A71014">
      <w:pPr>
        <w:pStyle w:val="Normalcentr"/>
        <w:ind w:left="5387" w:right="-113"/>
        <w:rPr>
          <w:rFonts w:ascii="Fedra Sans Std Demi" w:hAnsi="Fedra Sans Std Demi"/>
          <w:sz w:val="18"/>
          <w:szCs w:val="18"/>
        </w:rPr>
      </w:pPr>
    </w:p>
    <w:sectPr w:rsidR="00985CB9">
      <w:type w:val="continuous"/>
      <w:pgSz w:w="11906" w:h="16838"/>
      <w:pgMar w:top="1418" w:right="1418" w:bottom="1418" w:left="1134" w:header="720" w:footer="720" w:gutter="0"/>
      <w:cols w:space="284" w:equalWidth="0">
        <w:col w:w="9354" w:space="28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0DD6B" w14:textId="77777777" w:rsidR="00317D54" w:rsidRDefault="00317D54" w:rsidP="00DB4260">
      <w:r>
        <w:separator/>
      </w:r>
    </w:p>
  </w:endnote>
  <w:endnote w:type="continuationSeparator" w:id="0">
    <w:p w14:paraId="11DE0168" w14:textId="77777777" w:rsidR="00317D54" w:rsidRDefault="00317D54" w:rsidP="00D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dra Sans Std Demi">
    <w:panose1 w:val="020B0503040000020004"/>
    <w:charset w:val="00"/>
    <w:family w:val="swiss"/>
    <w:pitch w:val="variable"/>
    <w:sig w:usb0="A000003F" w:usb1="5001E4F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97534" w14:textId="77777777" w:rsidR="00DB4260" w:rsidRDefault="00DB4260">
    <w:pPr>
      <w:pStyle w:val="Pieddepag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442229" wp14:editId="15DF3F43">
          <wp:simplePos x="0" y="0"/>
          <wp:positionH relativeFrom="column">
            <wp:posOffset>-24765</wp:posOffset>
          </wp:positionH>
          <wp:positionV relativeFrom="paragraph">
            <wp:posOffset>-448945</wp:posOffset>
          </wp:positionV>
          <wp:extent cx="565150" cy="723900"/>
          <wp:effectExtent l="0" t="0" r="6350" b="0"/>
          <wp:wrapNone/>
          <wp:docPr id="3" name="Image 3" descr="C:\Users\xavier.colin\Documents\20170816 - Bloc-marque culture couleu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C:\Users\xavier.colin\Documents\20170816 - Bloc-marque culture coule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08AA1F1" wp14:editId="517361A8">
          <wp:simplePos x="0" y="0"/>
          <wp:positionH relativeFrom="column">
            <wp:posOffset>670560</wp:posOffset>
          </wp:positionH>
          <wp:positionV relativeFrom="paragraph">
            <wp:posOffset>-449580</wp:posOffset>
          </wp:positionV>
          <wp:extent cx="1329690" cy="752475"/>
          <wp:effectExtent l="0" t="0" r="3810" b="9525"/>
          <wp:wrapNone/>
          <wp:docPr id="4" name="Image 4" descr="C:\Users\xavier.colin\Documents\unesco_black_Fontainebleau_fr_000 copi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C:\Users\xavier.colin\Documents\unesco_black_Fontainebleau_fr_000 copi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E12AB" w14:textId="77777777" w:rsidR="00317D54" w:rsidRDefault="00317D54" w:rsidP="00DB4260">
      <w:r>
        <w:separator/>
      </w:r>
    </w:p>
  </w:footnote>
  <w:footnote w:type="continuationSeparator" w:id="0">
    <w:p w14:paraId="5C2132E6" w14:textId="77777777" w:rsidR="00317D54" w:rsidRDefault="00317D54" w:rsidP="00D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pStyle w:val="Titre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39865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D73"/>
    <w:rsid w:val="00014241"/>
    <w:rsid w:val="00065D2C"/>
    <w:rsid w:val="000C1E8D"/>
    <w:rsid w:val="000D65AB"/>
    <w:rsid w:val="0015019A"/>
    <w:rsid w:val="001B3D73"/>
    <w:rsid w:val="00201D34"/>
    <w:rsid w:val="0023684B"/>
    <w:rsid w:val="00283573"/>
    <w:rsid w:val="00317D54"/>
    <w:rsid w:val="00393418"/>
    <w:rsid w:val="003979D1"/>
    <w:rsid w:val="00401671"/>
    <w:rsid w:val="0046197A"/>
    <w:rsid w:val="0047213B"/>
    <w:rsid w:val="00473CE6"/>
    <w:rsid w:val="00484682"/>
    <w:rsid w:val="005937F5"/>
    <w:rsid w:val="005C4FBA"/>
    <w:rsid w:val="00646F3C"/>
    <w:rsid w:val="006915A2"/>
    <w:rsid w:val="006926A4"/>
    <w:rsid w:val="0074352B"/>
    <w:rsid w:val="00762233"/>
    <w:rsid w:val="00773380"/>
    <w:rsid w:val="007C6155"/>
    <w:rsid w:val="00933240"/>
    <w:rsid w:val="009446C9"/>
    <w:rsid w:val="00985CB9"/>
    <w:rsid w:val="0099549F"/>
    <w:rsid w:val="009B5793"/>
    <w:rsid w:val="00A034C1"/>
    <w:rsid w:val="00A71014"/>
    <w:rsid w:val="00AC0DEA"/>
    <w:rsid w:val="00B028F6"/>
    <w:rsid w:val="00B7233A"/>
    <w:rsid w:val="00B96EF6"/>
    <w:rsid w:val="00BA1800"/>
    <w:rsid w:val="00BB3E63"/>
    <w:rsid w:val="00CD3DC2"/>
    <w:rsid w:val="00D02C7B"/>
    <w:rsid w:val="00D06F94"/>
    <w:rsid w:val="00D13ED8"/>
    <w:rsid w:val="00D15756"/>
    <w:rsid w:val="00DB4260"/>
    <w:rsid w:val="00DC0D6C"/>
    <w:rsid w:val="00DE4A62"/>
    <w:rsid w:val="00E43F08"/>
    <w:rsid w:val="00E55521"/>
    <w:rsid w:val="00E63B87"/>
    <w:rsid w:val="00E70B96"/>
    <w:rsid w:val="00ED3C17"/>
    <w:rsid w:val="00F17418"/>
    <w:rsid w:val="00F80776"/>
    <w:rsid w:val="00F96D90"/>
    <w:rsid w:val="00FE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45AFF65"/>
  <w15:docId w15:val="{0C9F2248-40D5-4EE0-87CF-93B4F1E0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PCS">
    <w:name w:val="Titre 2 PCS"/>
    <w:basedOn w:val="Normal"/>
    <w:autoRedefine/>
    <w:pPr>
      <w:spacing w:after="120"/>
    </w:pPr>
    <w:rPr>
      <w:rFonts w:ascii="Garamond" w:hAnsi="Garamond"/>
      <w:b/>
      <w:sz w:val="24"/>
      <w:u w:val="single"/>
      <w:bdr w:val="single" w:sz="4" w:space="0" w:color="auto"/>
    </w:rPr>
  </w:style>
  <w:style w:type="paragraph" w:customStyle="1" w:styleId="Textearticle">
    <w:name w:val="Texte article"/>
    <w:basedOn w:val="Normal"/>
    <w:autoRedefine/>
    <w:pPr>
      <w:suppressAutoHyphens/>
      <w:spacing w:after="120"/>
      <w:jc w:val="both"/>
    </w:pPr>
    <w:rPr>
      <w:rFonts w:ascii="Arial" w:hAnsi="Arial"/>
      <w:sz w:val="18"/>
    </w:rPr>
  </w:style>
  <w:style w:type="paragraph" w:customStyle="1" w:styleId="Titre11">
    <w:name w:val="Titre 11"/>
    <w:basedOn w:val="Normal"/>
    <w:next w:val="Normal"/>
    <w:pPr>
      <w:keepNext/>
      <w:numPr>
        <w:numId w:val="1"/>
      </w:numPr>
      <w:suppressAutoHyphens/>
    </w:pPr>
    <w:rPr>
      <w:rFonts w:ascii="Arial" w:eastAsia="Arial" w:hAnsi="Arial"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semiHidden/>
    <w:pPr>
      <w:ind w:left="4248" w:right="-115"/>
    </w:pPr>
    <w:rPr>
      <w:rFonts w:ascii="Arial" w:hAnsi="Arial"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/>
      <w:b/>
    </w:rPr>
  </w:style>
  <w:style w:type="paragraph" w:styleId="Pieddepage">
    <w:name w:val="footer"/>
    <w:basedOn w:val="Normal"/>
    <w:link w:val="PieddepageCar"/>
    <w:uiPriority w:val="99"/>
    <w:unhideWhenUsed/>
    <w:rsid w:val="00DB42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4260"/>
  </w:style>
  <w:style w:type="table" w:styleId="Grilledutableau">
    <w:name w:val="Table Grid"/>
    <w:basedOn w:val="TableauNormal"/>
    <w:uiPriority w:val="59"/>
    <w:rsid w:val="0039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7233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2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NUISERIE\AppData\Local\Microsoft\Windows\INetCache\Content.Outlook\AM6EO0IJ\AUTORISATION%20DE%20STATIONNEMENT%20DANS%20LES%20COURS%20ET%20JARDIN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AUTORISATION DE STATIONNEMENT DANS LES COURS ET JARDINS</Template>
  <TotalTime>18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MENUISERIE</dc:creator>
  <cp:lastModifiedBy>Maxime CASTELLO</cp:lastModifiedBy>
  <cp:revision>13</cp:revision>
  <cp:lastPrinted>2020-06-09T11:36:00Z</cp:lastPrinted>
  <dcterms:created xsi:type="dcterms:W3CDTF">2025-02-07T06:24:00Z</dcterms:created>
  <dcterms:modified xsi:type="dcterms:W3CDTF">2025-06-24T14:05:00Z</dcterms:modified>
</cp:coreProperties>
</file>